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4A3FE9" w:rsidTr="00050DA7">
        <w:tc>
          <w:tcPr>
            <w:tcW w:w="4428" w:type="dxa"/>
          </w:tcPr>
          <w:p w:rsidR="000348ED" w:rsidRPr="004A3FE9" w:rsidRDefault="005D05AC" w:rsidP="001B6570">
            <w:r w:rsidRPr="004A3FE9">
              <w:t>From:</w:t>
            </w:r>
            <w:r w:rsidRPr="004A3FE9">
              <w:tab/>
            </w:r>
            <w:r w:rsidR="001B6570" w:rsidRPr="004A3FE9">
              <w:t xml:space="preserve">ARM Committee  </w:t>
            </w:r>
          </w:p>
        </w:tc>
        <w:tc>
          <w:tcPr>
            <w:tcW w:w="5461" w:type="dxa"/>
          </w:tcPr>
          <w:p w:rsidR="000348ED" w:rsidRPr="004A3FE9" w:rsidRDefault="00345016" w:rsidP="008F4DC3">
            <w:pPr>
              <w:jc w:val="right"/>
              <w:rPr>
                <w:highlight w:val="yellow"/>
              </w:rPr>
            </w:pPr>
            <w:r w:rsidRPr="00345016">
              <w:t>ARM4-12.1.3</w:t>
            </w:r>
            <w:bookmarkStart w:id="0" w:name="_GoBack"/>
            <w:bookmarkEnd w:id="0"/>
          </w:p>
        </w:tc>
      </w:tr>
      <w:tr w:rsidR="000348ED" w:rsidRPr="004A3FE9" w:rsidTr="00050DA7">
        <w:tc>
          <w:tcPr>
            <w:tcW w:w="4428" w:type="dxa"/>
          </w:tcPr>
          <w:p w:rsidR="000348ED" w:rsidRPr="004A3FE9" w:rsidRDefault="005D05AC" w:rsidP="001B6570">
            <w:r w:rsidRPr="004A3FE9">
              <w:t>To:</w:t>
            </w:r>
            <w:r w:rsidRPr="004A3FE9">
              <w:tab/>
            </w:r>
            <w:r w:rsidR="001B6570" w:rsidRPr="004A3FE9">
              <w:t>ENAV Committee</w:t>
            </w:r>
          </w:p>
        </w:tc>
        <w:tc>
          <w:tcPr>
            <w:tcW w:w="5461" w:type="dxa"/>
          </w:tcPr>
          <w:p w:rsidR="000348ED" w:rsidRPr="004A3FE9" w:rsidRDefault="00345016" w:rsidP="008F4DC3">
            <w:pPr>
              <w:jc w:val="right"/>
            </w:pPr>
            <w:r>
              <w:t>22 April 2016</w:t>
            </w:r>
          </w:p>
        </w:tc>
      </w:tr>
    </w:tbl>
    <w:p w:rsidR="000348ED" w:rsidRPr="004A3FE9" w:rsidRDefault="00AA2626" w:rsidP="001F6E84">
      <w:pPr>
        <w:pStyle w:val="Title"/>
      </w:pPr>
      <w:r w:rsidRPr="004A3FE9">
        <w:t>LIAISON NOTE</w:t>
      </w:r>
      <w:r w:rsidR="001F6E84" w:rsidRPr="004A3FE9">
        <w:t xml:space="preserve"> - S-201 AtoN Information Product Specification – Draft 0.0.1 for Review</w:t>
      </w:r>
    </w:p>
    <w:p w:rsidR="0064435F" w:rsidRPr="004A3FE9" w:rsidRDefault="008E7A45" w:rsidP="001B6570">
      <w:pPr>
        <w:pStyle w:val="Heading1"/>
      </w:pPr>
      <w:r w:rsidRPr="004A3FE9">
        <w:t>INTRODUCTION</w:t>
      </w:r>
    </w:p>
    <w:p w:rsidR="00B8247E" w:rsidRPr="004A3FE9" w:rsidRDefault="001F6E84" w:rsidP="002B0236">
      <w:pPr>
        <w:pStyle w:val="BodyText"/>
      </w:pPr>
      <w:r w:rsidRPr="004A3FE9">
        <w:t xml:space="preserve">The ENAV Committee provided the subject document (ARM4 3.1.1) for review by the ARM Committee </w:t>
      </w:r>
    </w:p>
    <w:p w:rsidR="00902AA4" w:rsidRPr="004A3FE9" w:rsidRDefault="001F6E84" w:rsidP="002B0236">
      <w:pPr>
        <w:pStyle w:val="Heading1"/>
      </w:pPr>
      <w:r w:rsidRPr="004A3FE9">
        <w:t>REVIEW</w:t>
      </w:r>
    </w:p>
    <w:p w:rsidR="00902AA4" w:rsidRPr="004A3FE9" w:rsidRDefault="001F6E84" w:rsidP="002B0236">
      <w:pPr>
        <w:pStyle w:val="BodyText"/>
      </w:pPr>
      <w:r w:rsidRPr="004A3FE9">
        <w:t xml:space="preserve">The ARM Committee considered the input documents from the ENAV Committee.  The documents contain a lot of </w:t>
      </w:r>
      <w:r w:rsidR="004E3AA7">
        <w:t xml:space="preserve">complex </w:t>
      </w:r>
      <w:r w:rsidRPr="004A3FE9">
        <w:t>information (700+ pages)</w:t>
      </w:r>
      <w:r w:rsidR="00716F68" w:rsidRPr="004A3FE9">
        <w:t xml:space="preserve"> which </w:t>
      </w:r>
      <w:r w:rsidR="004E3AA7">
        <w:t>ARM requires further time to properly consider</w:t>
      </w:r>
      <w:r w:rsidR="00716F68" w:rsidRPr="004A3FE9">
        <w:t xml:space="preserve">.  To this end, the ARM Committee will provide more considered comment to the ENAV Committee as </w:t>
      </w:r>
      <w:r w:rsidR="004E3AA7">
        <w:t>an</w:t>
      </w:r>
      <w:r w:rsidR="00716F68" w:rsidRPr="004A3FE9">
        <w:t xml:space="preserve"> output from ARM5.  The latest version of the draft (0.0.3) was obtained during the meeting and this will be the version that will be commented on and taken forward as an ARM working document</w:t>
      </w:r>
      <w:r w:rsidR="004A3FE9" w:rsidRPr="004A3FE9">
        <w:t xml:space="preserve"> unless a subsequent version is provided by the ENAV Committee</w:t>
      </w:r>
      <w:r w:rsidR="00716F68" w:rsidRPr="004A3FE9">
        <w:t>.</w:t>
      </w:r>
    </w:p>
    <w:p w:rsidR="00457777" w:rsidRDefault="00457777" w:rsidP="004A3FE9">
      <w:pPr>
        <w:pStyle w:val="BodyText"/>
      </w:pPr>
      <w:r>
        <w:t>ARM Committee consider</w:t>
      </w:r>
      <w:r w:rsidR="00410BE6">
        <w:t>s</w:t>
      </w:r>
      <w:r>
        <w:t xml:space="preserve"> S-201 a great step forward regarding possibilities to alter or optimize proper portrayal of all AtoN as the standard is not fixed, but open for future development.</w:t>
      </w:r>
      <w:r w:rsidR="00A03252">
        <w:t xml:space="preserve"> The document is not clear on how the portrayal of complex lights (like P</w:t>
      </w:r>
      <w:r w:rsidR="00410BE6">
        <w:t xml:space="preserve">ort </w:t>
      </w:r>
      <w:r w:rsidR="00A03252">
        <w:t>E</w:t>
      </w:r>
      <w:r w:rsidR="00410BE6">
        <w:t xml:space="preserve">ntry </w:t>
      </w:r>
      <w:r w:rsidR="00A03252">
        <w:t>Lights) will be coded.</w:t>
      </w:r>
    </w:p>
    <w:p w:rsidR="00C63360" w:rsidRDefault="004E3AA7" w:rsidP="004A3FE9">
      <w:pPr>
        <w:pStyle w:val="BodyText"/>
      </w:pPr>
      <w:r>
        <w:t>T</w:t>
      </w:r>
      <w:r w:rsidR="00716F68" w:rsidRPr="004A3FE9">
        <w:t xml:space="preserve">he ARM Committee </w:t>
      </w:r>
      <w:r>
        <w:t>notes t</w:t>
      </w:r>
      <w:r w:rsidR="004A3FE9">
        <w:t>hat</w:t>
      </w:r>
      <w:r w:rsidR="00716F68" w:rsidRPr="004A3FE9">
        <w:t xml:space="preserve"> </w:t>
      </w:r>
      <w:r>
        <w:t xml:space="preserve">the </w:t>
      </w:r>
      <w:r w:rsidR="00716F68" w:rsidRPr="004A3FE9">
        <w:t xml:space="preserve">document </w:t>
      </w:r>
      <w:r>
        <w:t xml:space="preserve">contains </w:t>
      </w:r>
      <w:r w:rsidR="00457777">
        <w:t xml:space="preserve">a large range of data fields for capturing </w:t>
      </w:r>
      <w:r w:rsidR="004A3FE9" w:rsidRPr="004A3FE9">
        <w:t>information on maintenance regimes (inspection frequency, inspection requirements, installation date, maintenance records, etc.)</w:t>
      </w:r>
      <w:r>
        <w:t xml:space="preserve">. </w:t>
      </w:r>
      <w:r w:rsidR="004A3FE9" w:rsidRPr="004A3FE9">
        <w:t xml:space="preserve"> </w:t>
      </w:r>
      <w:r>
        <w:t>ARM consider</w:t>
      </w:r>
      <w:r w:rsidR="00410BE6">
        <w:t>s</w:t>
      </w:r>
      <w:r>
        <w:t xml:space="preserve"> that the document needs to clearly state wh</w:t>
      </w:r>
      <w:r w:rsidR="00457777">
        <w:t xml:space="preserve">ich if any fields in the entire product specification are to be mandatory to avoid a </w:t>
      </w:r>
      <w:r w:rsidR="004A3FE9" w:rsidRPr="004A3FE9">
        <w:t>C</w:t>
      </w:r>
      <w:r>
        <w:t xml:space="preserve">ompetent </w:t>
      </w:r>
      <w:r w:rsidR="004A3FE9" w:rsidRPr="004A3FE9">
        <w:t>A</w:t>
      </w:r>
      <w:r>
        <w:t>uthority</w:t>
      </w:r>
      <w:r w:rsidR="004A3FE9" w:rsidRPr="004A3FE9">
        <w:t xml:space="preserve"> </w:t>
      </w:r>
      <w:r w:rsidR="00457777">
        <w:t xml:space="preserve">unnecessarily </w:t>
      </w:r>
      <w:r w:rsidR="004A3FE9" w:rsidRPr="004A3FE9">
        <w:t>consolidat</w:t>
      </w:r>
      <w:r w:rsidR="00457777">
        <w:t>ing</w:t>
      </w:r>
      <w:r w:rsidR="004A3FE9" w:rsidRPr="004A3FE9">
        <w:t xml:space="preserve"> and provid</w:t>
      </w:r>
      <w:r w:rsidR="00457777">
        <w:t>ing</w:t>
      </w:r>
      <w:r w:rsidR="004A3FE9" w:rsidRPr="004A3FE9">
        <w:t xml:space="preserve"> vast amounts of information for all the AtoN in its </w:t>
      </w:r>
      <w:r w:rsidR="00457777">
        <w:t>network</w:t>
      </w:r>
      <w:r w:rsidR="004A3FE9" w:rsidRPr="004A3FE9">
        <w:t>.</w:t>
      </w:r>
      <w:r w:rsidR="00957331">
        <w:t xml:space="preserve">  </w:t>
      </w:r>
    </w:p>
    <w:p w:rsidR="00957331" w:rsidRPr="004A3FE9" w:rsidRDefault="00957331" w:rsidP="004A3FE9">
      <w:pPr>
        <w:pStyle w:val="BodyText"/>
      </w:pPr>
      <w:r>
        <w:t xml:space="preserve">Moreover, ARM considers that the vast amount of information contained within the S-201 PS, could actually be distracting to compilers of the information, vis-à-vis important information on portrayal </w:t>
      </w:r>
      <w:r w:rsidR="00C63360">
        <w:t xml:space="preserve">being missed completely or miscoded </w:t>
      </w:r>
      <w:r>
        <w:t xml:space="preserve">whilst concentrating on the compilation of maintenance information.  The ARM Committee noted that the </w:t>
      </w:r>
      <w:r w:rsidR="00C63360">
        <w:t xml:space="preserve">other S-200 fields </w:t>
      </w:r>
      <w:r>
        <w:t>were available for IALA use</w:t>
      </w:r>
      <w:r w:rsidR="00C63360">
        <w:t xml:space="preserve"> within the IALA domain</w:t>
      </w:r>
      <w:r>
        <w:t xml:space="preserve">.  ARM suggests that ENAV consider that another of these fields be made purely for </w:t>
      </w:r>
      <w:r w:rsidR="00571F59">
        <w:t xml:space="preserve">maintenance </w:t>
      </w:r>
      <w:r w:rsidR="00C63360">
        <w:t xml:space="preserve">of AtoN </w:t>
      </w:r>
      <w:r w:rsidR="00571F59">
        <w:t xml:space="preserve">and thus separate </w:t>
      </w:r>
      <w:r w:rsidR="00C63360">
        <w:t xml:space="preserve">AtoN </w:t>
      </w:r>
      <w:r w:rsidR="00571F59">
        <w:t xml:space="preserve">portrayal and </w:t>
      </w:r>
      <w:r w:rsidR="00C63360">
        <w:t xml:space="preserve">AtoN </w:t>
      </w:r>
      <w:r w:rsidR="00571F59">
        <w:t>maintenance information.</w:t>
      </w:r>
    </w:p>
    <w:p w:rsidR="00E93C9B" w:rsidRPr="004A3FE9" w:rsidRDefault="00E93C9B" w:rsidP="002B0236">
      <w:pPr>
        <w:pStyle w:val="Bullet3text"/>
        <w:rPr>
          <w:lang w:val="en-GB"/>
        </w:rPr>
      </w:pPr>
    </w:p>
    <w:p w:rsidR="009F5C36" w:rsidRPr="004A3FE9" w:rsidRDefault="008E7A45" w:rsidP="002B0236">
      <w:pPr>
        <w:pStyle w:val="Heading1"/>
      </w:pPr>
      <w:r w:rsidRPr="004A3FE9">
        <w:t>ACTION REQUESTED</w:t>
      </w:r>
    </w:p>
    <w:p w:rsidR="004C220D" w:rsidRPr="004A3FE9" w:rsidRDefault="00902AA4" w:rsidP="002B0236">
      <w:pPr>
        <w:pStyle w:val="BodyText"/>
      </w:pPr>
      <w:r w:rsidRPr="004A3FE9">
        <w:t xml:space="preserve">The </w:t>
      </w:r>
      <w:r w:rsidR="004A3FE9" w:rsidRPr="004A3FE9">
        <w:t>ENAV Committee</w:t>
      </w:r>
      <w:r w:rsidRPr="004A3FE9">
        <w:t xml:space="preserve"> is requested to</w:t>
      </w:r>
      <w:r w:rsidR="00630F7F" w:rsidRPr="004A3FE9">
        <w:t>:</w:t>
      </w:r>
    </w:p>
    <w:p w:rsidR="00A03252" w:rsidRDefault="004A3FE9" w:rsidP="002B0236">
      <w:pPr>
        <w:pStyle w:val="List1"/>
        <w:numPr>
          <w:ilvl w:val="0"/>
          <w:numId w:val="23"/>
        </w:numPr>
        <w:rPr>
          <w:lang w:val="en-GB"/>
        </w:rPr>
      </w:pPr>
      <w:r w:rsidRPr="004A3FE9">
        <w:rPr>
          <w:lang w:val="en-GB"/>
        </w:rPr>
        <w:t xml:space="preserve">Note the comments on the reviewing of the document and </w:t>
      </w:r>
      <w:r w:rsidR="00A03252">
        <w:rPr>
          <w:lang w:val="en-GB"/>
        </w:rPr>
        <w:t xml:space="preserve">actions as appropriate. </w:t>
      </w:r>
    </w:p>
    <w:p w:rsidR="00630F7F" w:rsidRPr="004A3FE9" w:rsidRDefault="00A03252" w:rsidP="002B0236">
      <w:pPr>
        <w:pStyle w:val="List1"/>
        <w:numPr>
          <w:ilvl w:val="0"/>
          <w:numId w:val="23"/>
        </w:numPr>
        <w:rPr>
          <w:lang w:val="en-GB"/>
        </w:rPr>
      </w:pPr>
      <w:r>
        <w:rPr>
          <w:lang w:val="en-GB"/>
        </w:rPr>
        <w:t xml:space="preserve">Note </w:t>
      </w:r>
      <w:r w:rsidR="004E3AA7">
        <w:rPr>
          <w:lang w:val="en-GB"/>
        </w:rPr>
        <w:t xml:space="preserve">that ARM will </w:t>
      </w:r>
      <w:r w:rsidR="004A3FE9" w:rsidRPr="004A3FE9">
        <w:rPr>
          <w:lang w:val="en-GB"/>
        </w:rPr>
        <w:t>provid</w:t>
      </w:r>
      <w:r w:rsidR="004E3AA7">
        <w:rPr>
          <w:lang w:val="en-GB"/>
        </w:rPr>
        <w:t xml:space="preserve">e further comments as necessary following further review at </w:t>
      </w:r>
      <w:r w:rsidR="004A3FE9" w:rsidRPr="004A3FE9">
        <w:rPr>
          <w:lang w:val="en-GB"/>
        </w:rPr>
        <w:t>ARM5</w:t>
      </w:r>
      <w:r>
        <w:rPr>
          <w:lang w:val="en-GB"/>
        </w:rPr>
        <w:t>.</w:t>
      </w:r>
    </w:p>
    <w:p w:rsidR="005D05AC" w:rsidRDefault="004A3FE9" w:rsidP="004A3FE9">
      <w:pPr>
        <w:pStyle w:val="List1"/>
        <w:numPr>
          <w:ilvl w:val="0"/>
          <w:numId w:val="23"/>
        </w:numPr>
        <w:rPr>
          <w:lang w:val="en-GB"/>
        </w:rPr>
      </w:pPr>
      <w:r w:rsidRPr="004A3FE9">
        <w:rPr>
          <w:lang w:val="en-GB"/>
        </w:rPr>
        <w:t>Provide the most up to date version of the document as an input to ARM5</w:t>
      </w:r>
      <w:r w:rsidR="00A03252">
        <w:rPr>
          <w:lang w:val="en-GB"/>
        </w:rPr>
        <w:t>.</w:t>
      </w:r>
    </w:p>
    <w:p w:rsidR="000D1202" w:rsidRPr="004A3FE9" w:rsidRDefault="000D1202" w:rsidP="004A3FE9">
      <w:pPr>
        <w:pStyle w:val="List1"/>
        <w:numPr>
          <w:ilvl w:val="0"/>
          <w:numId w:val="23"/>
        </w:numPr>
        <w:rPr>
          <w:lang w:val="en-GB"/>
        </w:rPr>
      </w:pPr>
      <w:r>
        <w:rPr>
          <w:lang w:val="en-GB"/>
        </w:rPr>
        <w:t>Invite a representative to attend ARM5 (post joint ARM-ENAV workshop on AIS) to explain and present on S-201 coding.</w:t>
      </w:r>
    </w:p>
    <w:p w:rsidR="004A3FE9" w:rsidRPr="004A3FE9" w:rsidRDefault="004A3FE9" w:rsidP="004A3FE9">
      <w:pPr>
        <w:pStyle w:val="List1"/>
        <w:numPr>
          <w:ilvl w:val="0"/>
          <w:numId w:val="0"/>
        </w:numPr>
        <w:rPr>
          <w:lang w:val="en-GB"/>
        </w:rPr>
      </w:pPr>
    </w:p>
    <w:sectPr w:rsidR="004A3FE9" w:rsidRPr="004A3FE9" w:rsidSect="005D05AC">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379" w:rsidRDefault="004C5379" w:rsidP="002B0236">
      <w:r>
        <w:separator/>
      </w:r>
    </w:p>
  </w:endnote>
  <w:endnote w:type="continuationSeparator" w:id="0">
    <w:p w:rsidR="004C5379" w:rsidRDefault="004C5379"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174" w:rsidRDefault="00893174" w:rsidP="002B02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174" w:rsidRDefault="00893174" w:rsidP="002B0236">
    <w:pPr>
      <w:pStyle w:val="Footer"/>
    </w:pPr>
    <w:r>
      <w:tab/>
    </w:r>
    <w:r w:rsidR="0047724E">
      <w:fldChar w:fldCharType="begin"/>
    </w:r>
    <w:r>
      <w:instrText xml:space="preserve"> PAGE   \* MERGEFORMAT </w:instrText>
    </w:r>
    <w:r w:rsidR="0047724E">
      <w:fldChar w:fldCharType="separate"/>
    </w:r>
    <w:r w:rsidR="00345016">
      <w:rPr>
        <w:noProof/>
      </w:rPr>
      <w:t>1</w:t>
    </w:r>
    <w:r w:rsidR="0047724E">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174" w:rsidRDefault="00893174" w:rsidP="002B02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379" w:rsidRDefault="004C5379" w:rsidP="002B0236">
      <w:r>
        <w:separator/>
      </w:r>
    </w:p>
  </w:footnote>
  <w:footnote w:type="continuationSeparator" w:id="0">
    <w:p w:rsidR="004C5379" w:rsidRDefault="004C5379" w:rsidP="002B0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174" w:rsidRDefault="00345016"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174" w:rsidRDefault="00345016"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A03252">
      <w:rPr>
        <w:noProof/>
        <w:lang w:val="nl-NL" w:eastAsia="nl-NL"/>
      </w:rPr>
      <w:drawing>
        <wp:inline distT="0" distB="0" distL="0" distR="0">
          <wp:extent cx="850900" cy="823595"/>
          <wp:effectExtent l="0" t="0" r="0" b="0"/>
          <wp:docPr id="1" name="Bild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srcRect/>
                  <a:stretch>
                    <a:fillRect/>
                  </a:stretch>
                </pic:blipFill>
                <pic:spPr bwMode="auto">
                  <a:xfrm>
                    <a:off x="0" y="0"/>
                    <a:ext cx="850900" cy="82359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174" w:rsidRDefault="00345016" w:rsidP="002B023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1605975"/>
    <w:multiLevelType w:val="hybridMultilevel"/>
    <w:tmpl w:val="492470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4"/>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2"/>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E7A45"/>
    <w:rsid w:val="00002906"/>
    <w:rsid w:val="00031A92"/>
    <w:rsid w:val="000348ED"/>
    <w:rsid w:val="00036801"/>
    <w:rsid w:val="00050DA7"/>
    <w:rsid w:val="000A5A01"/>
    <w:rsid w:val="000D1202"/>
    <w:rsid w:val="00135447"/>
    <w:rsid w:val="00152273"/>
    <w:rsid w:val="001A654A"/>
    <w:rsid w:val="001B6570"/>
    <w:rsid w:val="001C74CF"/>
    <w:rsid w:val="001F6E84"/>
    <w:rsid w:val="002B0236"/>
    <w:rsid w:val="00345016"/>
    <w:rsid w:val="003D55DD"/>
    <w:rsid w:val="003E1831"/>
    <w:rsid w:val="00410BE6"/>
    <w:rsid w:val="00424954"/>
    <w:rsid w:val="00457777"/>
    <w:rsid w:val="0047724E"/>
    <w:rsid w:val="004A3FE9"/>
    <w:rsid w:val="004C1386"/>
    <w:rsid w:val="004C220D"/>
    <w:rsid w:val="004C5379"/>
    <w:rsid w:val="004E3AA7"/>
    <w:rsid w:val="004E6626"/>
    <w:rsid w:val="00571F59"/>
    <w:rsid w:val="005D05AC"/>
    <w:rsid w:val="00630F7F"/>
    <w:rsid w:val="0064435F"/>
    <w:rsid w:val="006D470F"/>
    <w:rsid w:val="00716F68"/>
    <w:rsid w:val="00727E88"/>
    <w:rsid w:val="00775878"/>
    <w:rsid w:val="0080092C"/>
    <w:rsid w:val="00872453"/>
    <w:rsid w:val="00893174"/>
    <w:rsid w:val="008B7FD7"/>
    <w:rsid w:val="008E7A45"/>
    <w:rsid w:val="008F13DD"/>
    <w:rsid w:val="008F4DC3"/>
    <w:rsid w:val="00902AA4"/>
    <w:rsid w:val="00906239"/>
    <w:rsid w:val="00957331"/>
    <w:rsid w:val="009F3B6C"/>
    <w:rsid w:val="009F5C36"/>
    <w:rsid w:val="00A03252"/>
    <w:rsid w:val="00A27F12"/>
    <w:rsid w:val="00A30579"/>
    <w:rsid w:val="00AA2626"/>
    <w:rsid w:val="00AA76C0"/>
    <w:rsid w:val="00B077EC"/>
    <w:rsid w:val="00B15B24"/>
    <w:rsid w:val="00B428DA"/>
    <w:rsid w:val="00B8247E"/>
    <w:rsid w:val="00BE56DF"/>
    <w:rsid w:val="00C265EE"/>
    <w:rsid w:val="00C63360"/>
    <w:rsid w:val="00C96776"/>
    <w:rsid w:val="00CA04AF"/>
    <w:rsid w:val="00E729A7"/>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B0236"/>
    <w:pPr>
      <w:tabs>
        <w:tab w:val="left" w:pos="851"/>
      </w:tabs>
    </w:pPr>
    <w:rPr>
      <w:rFonts w:ascii="Calibri" w:hAnsi="Calibri"/>
      <w:sz w:val="22"/>
      <w:lang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345016"/>
    <w:rPr>
      <w:rFonts w:ascii="Tahoma" w:hAnsi="Tahoma" w:cs="Tahoma"/>
      <w:sz w:val="16"/>
      <w:szCs w:val="16"/>
    </w:rPr>
  </w:style>
  <w:style w:type="character" w:customStyle="1" w:styleId="BalloonTextChar">
    <w:name w:val="Balloon Text Char"/>
    <w:basedOn w:val="DefaultParagraphFont"/>
    <w:link w:val="BalloonText"/>
    <w:semiHidden/>
    <w:rsid w:val="00345016"/>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10</TotalTime>
  <Pages>2</Pages>
  <Words>410</Words>
  <Characters>2180</Characters>
  <Application>Microsoft Office Word</Application>
  <DocSecurity>0</DocSecurity>
  <Lines>18</Lines>
  <Paragraphs>5</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Wim</cp:lastModifiedBy>
  <cp:revision>5</cp:revision>
  <cp:lastPrinted>2006-10-19T11:49:00Z</cp:lastPrinted>
  <dcterms:created xsi:type="dcterms:W3CDTF">2016-04-22T07:57:00Z</dcterms:created>
  <dcterms:modified xsi:type="dcterms:W3CDTF">2016-05-11T15:39:00Z</dcterms:modified>
</cp:coreProperties>
</file>